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298B3CD-C505-49D2-9A7C-B2093FC3C4B0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